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9D3" w:rsidRDefault="003673D6"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619892</wp:posOffset>
                </wp:positionH>
                <wp:positionV relativeFrom="paragraph">
                  <wp:posOffset>-2020389</wp:posOffset>
                </wp:positionV>
                <wp:extent cx="8086568" cy="938151"/>
                <wp:effectExtent l="0" t="0" r="10160" b="1460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6568" cy="9381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73D6" w:rsidRPr="003673D6" w:rsidRDefault="003673D6" w:rsidP="003673D6">
                            <w:pPr>
                              <w:jc w:val="center"/>
                              <w:rPr>
                                <w:rFonts w:ascii="Leelawadee" w:hAnsi="Leelawadee" w:cs="Leelawadee"/>
                                <w:sz w:val="48"/>
                                <w:szCs w:val="48"/>
                                <w:lang w:val="en-CA"/>
                              </w:rPr>
                            </w:pPr>
                            <w:r w:rsidRPr="003673D6">
                              <w:rPr>
                                <w:rFonts w:ascii="Leelawadee" w:hAnsi="Leelawadee" w:cs="Leelawadee"/>
                                <w:sz w:val="48"/>
                                <w:szCs w:val="48"/>
                                <w:lang w:val="en-CA"/>
                              </w:rPr>
                              <w:t>July 23 – 27, 2012</w:t>
                            </w:r>
                          </w:p>
                          <w:p w:rsidR="003673D6" w:rsidRDefault="003673D6" w:rsidP="003673D6">
                            <w:pPr>
                              <w:jc w:val="center"/>
                              <w:rPr>
                                <w:rFonts w:ascii="Leelawadee" w:hAnsi="Leelawadee" w:cs="Leelawadee"/>
                                <w:sz w:val="48"/>
                                <w:szCs w:val="48"/>
                                <w:lang w:val="en-CA"/>
                              </w:rPr>
                            </w:pPr>
                            <w:r w:rsidRPr="003673D6">
                              <w:rPr>
                                <w:rFonts w:ascii="Leelawadee" w:hAnsi="Leelawadee" w:cs="Leelawadee"/>
                                <w:sz w:val="48"/>
                                <w:szCs w:val="48"/>
                                <w:lang w:val="en-CA"/>
                              </w:rPr>
                              <w:t>Sponsored by the Ontario Minis</w:t>
                            </w:r>
                            <w:r>
                              <w:rPr>
                                <w:rFonts w:ascii="Leelawadee" w:hAnsi="Leelawadee" w:cs="Leelawadee"/>
                                <w:sz w:val="48"/>
                                <w:szCs w:val="48"/>
                                <w:lang w:val="en-CA"/>
                              </w:rPr>
                              <w:t>try of Education</w:t>
                            </w:r>
                            <w:r>
                              <w:rPr>
                                <w:rFonts w:ascii="Leelawadee" w:hAnsi="Leelawadee" w:cs="Leelawadee"/>
                                <w:sz w:val="48"/>
                                <w:szCs w:val="48"/>
                                <w:lang w:val="en-CA"/>
                              </w:rPr>
                              <w:tab/>
                            </w:r>
                          </w:p>
                          <w:p w:rsidR="003673D6" w:rsidRDefault="003673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48.8pt;margin-top:-159.1pt;width:636.75pt;height:73.85pt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" fillcolor="white [3201]" strokeweight=".5pt">
                <v:textbox>
                  <w:txbxContent>
                    <w:p w:rsidR="003673D6" w:rsidRPr="003673D6" w:rsidRDefault="003673D6" w:rsidP="003673D6">
                      <w:pPr>
                        <w:jc w:val="center"/>
                        <w:rPr>
                          <w:rFonts w:ascii="Leelawadee" w:hAnsi="Leelawadee" w:cs="Leelawadee"/>
                          <w:sz w:val="48"/>
                          <w:szCs w:val="48"/>
                          <w:lang w:val="en-CA"/>
                        </w:rPr>
                      </w:pPr>
                      <w:r w:rsidRPr="003673D6">
                        <w:rPr>
                          <w:rFonts w:ascii="Leelawadee" w:hAnsi="Leelawadee" w:cs="Leelawadee"/>
                          <w:sz w:val="48"/>
                          <w:szCs w:val="48"/>
                          <w:lang w:val="en-CA"/>
                        </w:rPr>
                        <w:t>July 23 – 27, 2012</w:t>
                      </w:r>
                    </w:p>
                    <w:p w:rsidR="003673D6" w:rsidRDefault="003673D6" w:rsidP="003673D6">
                      <w:pPr>
                        <w:jc w:val="center"/>
                        <w:rPr>
                          <w:rFonts w:ascii="Leelawadee" w:hAnsi="Leelawadee" w:cs="Leelawadee"/>
                          <w:sz w:val="48"/>
                          <w:szCs w:val="48"/>
                          <w:lang w:val="en-CA"/>
                        </w:rPr>
                      </w:pPr>
                      <w:r w:rsidRPr="003673D6">
                        <w:rPr>
                          <w:rFonts w:ascii="Leelawadee" w:hAnsi="Leelawadee" w:cs="Leelawadee"/>
                          <w:sz w:val="48"/>
                          <w:szCs w:val="48"/>
                          <w:lang w:val="en-CA"/>
                        </w:rPr>
                        <w:t>Sponsored by the Ontario Minis</w:t>
                      </w:r>
                      <w:r>
                        <w:rPr>
                          <w:rFonts w:ascii="Leelawadee" w:hAnsi="Leelawadee" w:cs="Leelawadee"/>
                          <w:sz w:val="48"/>
                          <w:szCs w:val="48"/>
                          <w:lang w:val="en-CA"/>
                        </w:rPr>
                        <w:t>try of Education</w:t>
                      </w:r>
                      <w:r>
                        <w:rPr>
                          <w:rFonts w:ascii="Leelawadee" w:hAnsi="Leelawadee" w:cs="Leelawadee"/>
                          <w:sz w:val="48"/>
                          <w:szCs w:val="48"/>
                          <w:lang w:val="en-CA"/>
                        </w:rPr>
                        <w:tab/>
                      </w:r>
                    </w:p>
                    <w:p w:rsidR="003673D6" w:rsidRDefault="003673D6"/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2021180</wp:posOffset>
                </wp:positionH>
                <wp:positionV relativeFrom="paragraph">
                  <wp:posOffset>-3338550</wp:posOffset>
                </wp:positionV>
                <wp:extent cx="5308270" cy="995153"/>
                <wp:effectExtent l="0" t="0" r="698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8270" cy="9951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73D6" w:rsidRPr="003673D6" w:rsidRDefault="003673D6" w:rsidP="003673D6">
                            <w:pPr>
                              <w:jc w:val="center"/>
                              <w:rPr>
                                <w:rFonts w:ascii="Leelawadee" w:hAnsi="Leelawadee" w:cs="Leelawadee"/>
                                <w:sz w:val="48"/>
                                <w:szCs w:val="48"/>
                                <w:lang w:val="en-CA"/>
                              </w:rPr>
                            </w:pPr>
                            <w:proofErr w:type="gramStart"/>
                            <w:r>
                              <w:rPr>
                                <w:rFonts w:ascii="Leelawadee" w:hAnsi="Leelawadee" w:cs="Leelawadee"/>
                                <w:sz w:val="48"/>
                                <w:szCs w:val="48"/>
                                <w:lang w:val="en-CA"/>
                              </w:rPr>
                              <w:t>engaged</w:t>
                            </w:r>
                            <w:proofErr w:type="gramEnd"/>
                            <w:r>
                              <w:rPr>
                                <w:rFonts w:ascii="Leelawadee" w:hAnsi="Leelawadee" w:cs="Leelawadee"/>
                                <w:sz w:val="48"/>
                                <w:szCs w:val="48"/>
                                <w:lang w:val="en-CA"/>
                              </w:rPr>
                              <w:t xml:space="preserve"> in 5 days of professional learning at Math CAMPPP 2012.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27" type="#_x0000_t202" style="position:absolute;margin-left:159.15pt;margin-top:-262.9pt;width:417.95pt;height:78.35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" fillcolor="white [3201]" stroked="f" strokeweight=".5pt">
                <v:textbox>
                  <w:txbxContent>
                    <w:p w:rsidR="003673D6" w:rsidRPr="003673D6" w:rsidRDefault="003673D6" w:rsidP="003673D6">
                      <w:pPr>
                        <w:jc w:val="center"/>
                        <w:rPr>
                          <w:rFonts w:ascii="Leelawadee" w:hAnsi="Leelawadee" w:cs="Leelawadee"/>
                          <w:sz w:val="48"/>
                          <w:szCs w:val="48"/>
                          <w:lang w:val="en-CA"/>
                        </w:rPr>
                      </w:pPr>
                      <w:proofErr w:type="gramStart"/>
                      <w:r>
                        <w:rPr>
                          <w:rFonts w:ascii="Leelawadee" w:hAnsi="Leelawadee" w:cs="Leelawadee"/>
                          <w:sz w:val="48"/>
                          <w:szCs w:val="48"/>
                          <w:lang w:val="en-CA"/>
                        </w:rPr>
                        <w:t>engaged</w:t>
                      </w:r>
                      <w:proofErr w:type="gramEnd"/>
                      <w:r>
                        <w:rPr>
                          <w:rFonts w:ascii="Leelawadee" w:hAnsi="Leelawadee" w:cs="Leelawadee"/>
                          <w:sz w:val="48"/>
                          <w:szCs w:val="48"/>
                          <w:lang w:val="en-CA"/>
                        </w:rPr>
                        <w:t xml:space="preserve"> in 5 days of professional learning</w:t>
                      </w:r>
                      <w:r>
                        <w:rPr>
                          <w:rFonts w:ascii="Leelawadee" w:hAnsi="Leelawadee" w:cs="Leelawadee"/>
                          <w:sz w:val="48"/>
                          <w:szCs w:val="48"/>
                          <w:lang w:val="en-CA"/>
                        </w:rPr>
                        <w:t xml:space="preserve"> at Math CAMPPP 2012.</w:t>
                      </w:r>
                    </w:p>
                  </w:txbxContent>
                </v:textbox>
              </v:shape>
            </w:pict>
          </mc:Fallback>
        </mc:AlternateContent>
      </w:r>
      <w:r w:rsidR="006C1155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3098800</wp:posOffset>
                </wp:positionH>
                <wp:positionV relativeFrom="paragraph">
                  <wp:posOffset>-4574540</wp:posOffset>
                </wp:positionV>
                <wp:extent cx="3707765" cy="465455"/>
                <wp:effectExtent l="0" t="0" r="3175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7765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155" w:rsidRDefault="006C1155">
                            <w:r>
                              <w:rPr>
                                <w:rFonts w:ascii="Leelawadee" w:hAnsi="Leelawadee" w:cs="Leelawadee"/>
                                <w:sz w:val="48"/>
                                <w:szCs w:val="48"/>
                              </w:rPr>
                              <w:t>This is to acknowledge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44pt;margin-top:-360.2pt;width:291.95pt;height:36.65pt;z-index:2516659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" stroked="f">
                <v:textbox style="mso-fit-shape-to-text:t">
                  <w:txbxContent>
                    <w:p w:rsidR="006C1155" w:rsidRDefault="006C1155">
                      <w:r>
                        <w:rPr>
                          <w:rFonts w:ascii="Leelawadee" w:hAnsi="Leelawadee" w:cs="Leelawadee"/>
                          <w:sz w:val="48"/>
                          <w:szCs w:val="48"/>
                        </w:rPr>
                        <w:t>This is to acknowledge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11F2E">
        <w:rPr>
          <w:noProof/>
          <w:lang w:val="en-CA" w:eastAsia="en-CA"/>
        </w:rPr>
        <w:pict>
          <v:group id="_x0000_s1033" style="position:absolute;margin-left:267.95pt;margin-top:-515.9pt;width:177.85pt;height:142.95pt;z-index:251663872;mso-position-horizontal-relative:text;mso-position-vertical-relative:text" coordorigin="1484,2622" coordsize="2783,199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position:absolute;left:2586;top:4249;width:698;height:203">
              <v:imagedata r:id="rId6" o:title="MathGAINSlogo"/>
            </v:shape>
            <v:group id="_x0000_s1035" style="position:absolute;left:1484;top:2622;width:2783;height:1990" coordorigin="1484,2622" coordsize="2783,1990">
              <v:group id="_x0000_s1036" style="position:absolute;left:1484;top:2622;width:2783;height:1784" coordorigin="1484,2622" coordsize="2783,1784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7" type="#_x0000_t136" style="position:absolute;left:3613;top:2622;width:527;height:825" fillcolor="#0070c0" stroked="f">
                  <v:fill color2="fill darken(153)" recolor="t" rotate="t" focusposition="1" focussize="" method="linear sigma" focus="100%" type="gradient"/>
                  <v:stroke r:id="rId7" o:title=""/>
                  <v:shadow on="t" color="#365f91" opacity="52429f"/>
                  <v:textpath style="font-family:&quot;Simplified Arabic&quot;;v-text-kern:t" trim="t" fitpath="t" string="P"/>
                </v:shape>
                <v:shape id="_x0000_s1038" type="#_x0000_t136" style="position:absolute;left:1484;top:3138;width:2449;height:825" fillcolor="#0070c0" stroked="f">
                  <v:fill color2="fill darken(153)" recolor="t" rotate="t" focusposition="1" focussize="" method="linear sigma" focus="100%" type="gradient"/>
                  <v:stroke r:id="rId7" o:title=""/>
                  <v:shadow on="t" color="#365f91" opacity="52429f"/>
                  <v:textpath style="font-family:&quot;Simplified Arabic&quot;;v-text-kern:t" trim="t" fitpath="t" string="CAMP"/>
                </v:shape>
                <v:shape id="_x0000_s1039" type="#_x0000_t136" style="position:absolute;left:3743;top:3676;width:524;height:730" fillcolor="#0070c0" stroked="f">
                  <v:fill color2="fill darken(153)" recolor="t" rotate="t" focusposition="1" focussize="" method="linear sigma" focus="100%" type="gradient"/>
                  <v:stroke r:id="rId7" o:title=""/>
                  <v:shadow on="t" color="#365f91" opacity="52429f"/>
                  <v:textpath style="font-family:&quot;Simplified Arabic&quot;;v-text-kern:t" trim="t" fitpath="t" string="P"/>
                </v:shape>
              </v:group>
              <v:group id="_x0000_s1040" style="position:absolute;left:1500;top:4095;width:2767;height:517" coordorigin="1500,4095" coordsize="2767,517">
                <v:group id="_x0000_s1041" style="position:absolute;left:3142;top:4095;width:1125;height:517" coordorigin="3068,4095" coordsize="1125,517">
                  <v:group id="_x0000_s1042" style="position:absolute;left:3068;top:4095;width:567;height:134" coordorigin="3068,4095" coordsize="567,134">
                    <v:shape id="_x0000_s1043" type="#_x0000_t136" style="position:absolute;left:3077;top:4095;width:558;height:134" fillcolor="#0070c0" stroked="f" strokecolor="#33c" strokeweight="1pt">
                      <v:fill opacity="49807f" color2="fill darken(153)" focusposition="1" focussize="" method="linear sigma" focus="100%" type="gradient"/>
                      <v:stroke r:id="rId7" o:title=""/>
                      <v:shadow color="#99f" offset="3pt"/>
                      <v:textpath style="font-family:&quot;Modern No. 20&quot;;font-size:8pt;v-text-kern:t" trim="t" fitpath="t" string="Personalization"/>
                    </v:shape>
                    <v:shape id="_x0000_s1044" type="#_x0000_t136" style="position:absolute;left:3068;top:4095;width:71;height:134" fillcolor="#0d0d0d" stroked="f" strokecolor="#33c" strokeweight="1pt">
                      <v:fill opacity="49807f" color2="#070707"/>
                      <v:stroke r:id="rId7" o:title=""/>
                      <v:shadow color="#99f" offset="3pt"/>
                      <v:textpath style="font-family:&quot;Modern No. 20&quot;;font-size:8pt;v-text-kern:t" trim="t" fitpath="t" string="P"/>
                    </v:shape>
                  </v:group>
                  <v:group id="_x0000_s1045" style="position:absolute;left:3231;top:4272;width:962;height:340" coordorigin="3231,4272" coordsize="962,340">
                    <v:group id="_x0000_s1046" style="position:absolute;left:3231;top:4272;width:355;height:134" coordorigin="3231,4272" coordsize="355,134">
                      <v:shape id="_x0000_s1047" type="#_x0000_t136" style="position:absolute;left:3239;top:4272;width:347;height:134" fillcolor="#0070c0" stroked="f" strokecolor="#33c" strokeweight="1pt">
                        <v:fill opacity="49807f" color2="fill darken(153)" focusposition="1" focussize="" method="linear sigma" focus="100%" type="gradient"/>
                        <v:stroke r:id="rId7" o:title=""/>
                        <v:shadow color="#99f" offset="3pt"/>
                        <v:textpath style="font-family:&quot;Modern No. 20&quot;;font-size:8pt;v-text-kern:t" trim="t" fitpath="t" string="Precision"/>
                      </v:shape>
                      <v:shape id="_x0000_s1048" type="#_x0000_t136" style="position:absolute;left:3231;top:4272;width:71;height:134" fillcolor="#0d0d0d" stroked="f" strokecolor="#33c" strokeweight="1pt">
                        <v:fill opacity="49807f" color2="#070707"/>
                        <v:stroke r:id="rId7" o:title=""/>
                        <v:shadow color="#99f" offset="3pt"/>
                        <v:textpath style="font-family:&quot;Modern No. 20&quot;;font-size:8pt;v-text-kern:t" trim="t" fitpath="t" string="P"/>
                      </v:shape>
                    </v:group>
                    <v:group id="_x0000_s1049" style="position:absolute;left:3326;top:4434;width:867;height:178" coordorigin="3326,4434" coordsize="867,178">
                      <v:shape id="_x0000_s1050" type="#_x0000_t136" style="position:absolute;left:3332;top:4434;width:861;height:178" fillcolor="#0070c0" stroked="f" strokecolor="#33c" strokeweight="1pt">
                        <v:fill opacity="49807f" color2="fill darken(153)" focusposition="1" focussize="" method="linear sigma" focus="100%" type="gradient"/>
                        <v:stroke r:id="rId7" o:title=""/>
                        <v:shadow color="#99f" offset="3pt"/>
                        <v:textpath style="font-family:&quot;Modern No. 20&quot;;font-size:8pt;v-text-kern:t" trim="t" fitpath="t" string="Professional Learning"/>
                      </v:shape>
                      <v:shape id="_x0000_s1051" type="#_x0000_t136" style="position:absolute;left:3326;top:4434;width:71;height:134" fillcolor="#0d0d0d" stroked="f" strokecolor="#33c" strokeweight="1pt">
                        <v:fill opacity="49807f" color2="#070707"/>
                        <v:stroke r:id="rId7" o:title=""/>
                        <v:shadow color="#99f" offset="3pt"/>
                        <v:textpath style="font-family:&quot;Modern No. 20&quot;;font-size:8pt;v-text-kern:t" trim="t" fitpath="t" string="P"/>
                      </v:shape>
                    </v:group>
                  </v:group>
                </v:group>
                <v:group id="_x0000_s1052" style="position:absolute;left:1500;top:4272;width:1051;height:134" coordorigin="1500,4272" coordsize="1051,134">
                  <v:shape id="_x0000_s1053" type="#_x0000_t136" style="position:absolute;left:1515;top:4272;width:1036;height:134" fillcolor="#0070c0" stroked="f" strokecolor="#33c" strokeweight="1pt">
                    <v:fill opacity="49807f" color2="fill darken(153)" focusposition="1" focussize="" method="linear sigma" focus="100%" type="gradient"/>
                    <v:stroke r:id="rId7" o:title=""/>
                    <v:shadow color="#99f" offset="3pt"/>
                    <v:textpath style="font-family:&quot;Modern No. 20&quot;;font-size:8pt;v-text-kern:t" trim="t" fitpath="t" string="Collaborative Activities for&#10;"/>
                  </v:shape>
                  <v:shape id="_x0000_s1054" type="#_x0000_t136" style="position:absolute;left:1500;top:4272;width:74;height:134" fillcolor="black" stroked="f" strokecolor="#33c" strokeweight="1pt">
                    <v:fill opacity="49807f" color2="fill darken(153)" recolor="t" focusposition="1" focussize="" method="linear sigma" focus="100%" type="gradient"/>
                    <v:stroke r:id="rId7" o:title=""/>
                    <v:shadow color="#99f" offset="3pt"/>
                    <v:textpath style="font-family:&quot;Modern No. 20&quot;;font-size:8pt;v-text-kern:t" trim="t" fitpath="t" string="C"/>
                  </v:shape>
                  <v:shape id="_x0000_s1055" type="#_x0000_t136" style="position:absolute;left:2033;top:4272;width:88;height:134" fillcolor="#0d0d0d" stroked="f" strokecolor="#33c" strokeweight="1pt">
                    <v:fill opacity="49807f" color2="#070707"/>
                    <v:stroke r:id="rId7" o:title=""/>
                    <v:shadow color="#99f" offset="3pt"/>
                    <v:textpath style="font-family:&quot;Modern No. 20&quot;;font-size:8pt;v-text-kern:t" trim="t" fitpath="t" string="A&#10;"/>
                  </v:shape>
                </v:group>
              </v:group>
            </v:group>
          </v:group>
        </w:pict>
      </w:r>
      <w:r w:rsidR="006C1155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1118870</wp:posOffset>
                </wp:positionH>
                <wp:positionV relativeFrom="paragraph">
                  <wp:posOffset>-6541135</wp:posOffset>
                </wp:positionV>
                <wp:extent cx="7018020" cy="1757680"/>
                <wp:effectExtent l="8255" t="8255" r="12700" b="5715"/>
                <wp:wrapNone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8020" cy="175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155" w:rsidRDefault="006C11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8.1pt;margin-top:-515.05pt;width:552.6pt;height:138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" strokecolor="white [3212]">
                <v:textbox>
                  <w:txbxContent>
                    <w:p w:rsidR="006C1155" w:rsidRDefault="006C1155"/>
                  </w:txbxContent>
                </v:textbox>
              </v:shape>
            </w:pict>
          </mc:Fallback>
        </mc:AlternateContent>
      </w:r>
      <w:r w:rsidR="006C1155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4297680</wp:posOffset>
                </wp:positionV>
                <wp:extent cx="5029200" cy="365760"/>
                <wp:effectExtent l="0" t="0" r="1905" b="0"/>
                <wp:wrapSquare wrapText="bothSides"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58618683"/>
                              <w:placeholder>
                                <w:docPart w:val="32F6248D4383432D9D9B073CF7A1FC3A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5129D3" w:rsidRDefault="000D3820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t>Insert APPROPRIATE COMMENTS here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172.8pt;margin-top:338.4pt;width:396pt;height:2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" o:allowincell="f" filled="f" stroked="f"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58618683"/>
                        <w:placeholder>
                          <w:docPart w:val="32F6248D4383432D9D9B073CF7A1FC3A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5129D3" w:rsidRDefault="000D3820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Insert APPROPRIATE COMMENTS here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 w:rsidR="006C1155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3108960</wp:posOffset>
                </wp:positionV>
                <wp:extent cx="5029200" cy="365760"/>
                <wp:effectExtent l="0" t="0" r="1905" b="0"/>
                <wp:wrapSquare wrapText="bothSides"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58618682"/>
                              <w:placeholder>
                                <w:docPart w:val="32F6248D4383432D9D9B073CF7A1FC3A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5129D3" w:rsidRDefault="00F11F2E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t xml:space="preserve">Insert YOUR NAME 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here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margin-left:172.8pt;margin-top:244.8pt;width:396pt;height:2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" o:allowincell="f" filled="f" stroked="f">
                <v:textbox>
                  <w:txbxContent>
                    <w:sdt>
                      <w:sdtPr>
                        <w:rPr>
                          <w:sz w:val="28"/>
                          <w:szCs w:val="28"/>
                        </w:rPr>
                        <w:id w:val="158618682"/>
                        <w:placeholder>
                          <w:docPart w:val="32F6248D4383432D9D9B073CF7A1FC3A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5129D3" w:rsidRDefault="00F11F2E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Insert YOUR NAME </w:t>
                          </w:r>
                          <w:r>
                            <w:rPr>
                              <w:sz w:val="28"/>
                              <w:szCs w:val="28"/>
                            </w:rPr>
                            <w:t>here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 w:rsidR="006C1155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914400</wp:posOffset>
                </wp:positionV>
                <wp:extent cx="5029200" cy="731520"/>
                <wp:effectExtent l="0" t="3810" r="1905" b="0"/>
                <wp:wrapSquare wrapText="bothSides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sz w:val="56"/>
                                <w:szCs w:val="56"/>
                              </w:rPr>
                              <w:id w:val="158618681"/>
                              <w:placeholder>
                                <w:docPart w:val="32F6248D4383432D9D9B073CF7A1FC3A"/>
                              </w:placeholder>
                              <w:comboBox>
                                <w:listItem w:value="Choose an item."/>
                              </w:comboBox>
                            </w:sdtPr>
                            <w:sdtEndPr/>
                            <w:sdtContent>
                              <w:p w:rsidR="005129D3" w:rsidRDefault="000D3820">
                                <w:pPr>
                                  <w:pStyle w:val="Heading4"/>
                                  <w:rPr>
                                    <w:sz w:val="80"/>
                                    <w:szCs w:val="80"/>
                                  </w:rPr>
                                </w:pPr>
                                <w:r w:rsidRPr="000D3820">
                                  <w:rPr>
                                    <w:sz w:val="56"/>
                                    <w:szCs w:val="56"/>
                                  </w:rPr>
                                  <w:t>Insert TITLE here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172.8pt;margin-top:1in;width:396pt;height:57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JsmuQIAAMA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" o:allowincell="f" filled="f" stroked="f">
                <v:textbox>
                  <w:txbxContent>
                    <w:sdt>
                      <w:sdtPr>
                        <w:rPr>
                          <w:sz w:val="56"/>
                          <w:szCs w:val="56"/>
                        </w:rPr>
                        <w:id w:val="158618681"/>
                        <w:placeholder>
                          <w:docPart w:val="32F6248D4383432D9D9B073CF7A1FC3A"/>
                        </w:placeholder>
                        <w:comboBox>
                          <w:listItem w:value="Choose an item."/>
                        </w:comboBox>
                      </w:sdtPr>
                      <w:sdtEndPr/>
                      <w:sdtContent>
                        <w:p w:rsidR="005129D3" w:rsidRDefault="000D3820">
                          <w:pPr>
                            <w:pStyle w:val="Heading4"/>
                            <w:rPr>
                              <w:sz w:val="80"/>
                              <w:szCs w:val="80"/>
                            </w:rPr>
                          </w:pPr>
                          <w:r w:rsidRPr="000D3820">
                            <w:rPr>
                              <w:sz w:val="56"/>
                              <w:szCs w:val="56"/>
                            </w:rPr>
                            <w:t>Insert TITLE here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 w:rsidR="006C1155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150985" cy="7006590"/>
                <wp:effectExtent l="0" t="0" r="12065" b="3810"/>
                <wp:wrapSquare wrapText="bothSides"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985" cy="7006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29D3" w:rsidRDefault="000D3820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3B6A0403" wp14:editId="6D28BDB4">
                                  <wp:extent cx="9131935" cy="7006590"/>
                                  <wp:effectExtent l="1905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31935" cy="70065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0;margin-top:0;width:720.55pt;height:551.7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" o:allowincell="f" filled="f" stroked="f">
                <v:textbox style="mso-fit-shape-to-text:t" inset="0,0,0,0">
                  <w:txbxContent>
                    <w:p w:rsidR="005129D3" w:rsidRDefault="000D3820">
                      <w:pPr>
                        <w:jc w:val="center"/>
                      </w:pPr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3B6A0403" wp14:editId="6D28BDB4">
                            <wp:extent cx="9131935" cy="7006590"/>
                            <wp:effectExtent l="1905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31935" cy="70065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129D3">
      <w:pgSz w:w="15840" w:h="12240" w:orient="landscape" w:code="1"/>
      <w:pgMar w:top="576" w:right="576" w:bottom="576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55"/>
    <w:rsid w:val="000D3820"/>
    <w:rsid w:val="003673D6"/>
    <w:rsid w:val="00485126"/>
    <w:rsid w:val="005129D3"/>
    <w:rsid w:val="006C1155"/>
    <w:rsid w:val="00F1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" w:hAnsi="Times" w:cs="Times New Roman"/>
      <w:b/>
      <w:bCs/>
      <w:sz w:val="30"/>
      <w:szCs w:val="3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" w:hAnsi="Times" w:cs="Times New Roman"/>
      <w:b/>
      <w:bCs/>
      <w:i/>
      <w:iCs/>
      <w:sz w:val="40"/>
      <w:szCs w:val="4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38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82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D382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" w:hAnsi="Times" w:cs="Times New Roman"/>
      <w:b/>
      <w:bCs/>
      <w:sz w:val="30"/>
      <w:szCs w:val="3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" w:hAnsi="Times" w:cs="Times New Roman"/>
      <w:b/>
      <w:bCs/>
      <w:i/>
      <w:iCs/>
      <w:sz w:val="40"/>
      <w:szCs w:val="4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38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82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D38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yearley\AppData\Roaming\Microsoft\Templates\EdWorld_GenericCe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2F6248D4383432D9D9B073CF7A1FC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827AF7-181F-4B75-BD4C-C9E47BE3F107}"/>
      </w:docPartPr>
      <w:docPartBody>
        <w:p w:rsidR="002C29A1" w:rsidRDefault="00CB1C0C">
          <w:pPr>
            <w:pStyle w:val="32F6248D4383432D9D9B073CF7A1FC3A"/>
          </w:pPr>
          <w:r w:rsidRPr="007F3F6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C0C"/>
    <w:rsid w:val="002C29A1"/>
    <w:rsid w:val="0087194D"/>
    <w:rsid w:val="00CB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2F6248D4383432D9D9B073CF7A1FC3A">
    <w:name w:val="32F6248D4383432D9D9B073CF7A1FC3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2F6248D4383432D9D9B073CF7A1FC3A">
    <w:name w:val="32F6248D4383432D9D9B073CF7A1FC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F6F1A10-F42D-4CA6-BED6-F31E291B9B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EdWorld_GenericCert.dotx</Template>
  <TotalTime>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</CharactersWithSpaces>
  <SharedDoc>false</SharedDoc>
  <HLinks>
    <vt:vector size="6" baseType="variant">
      <vt:variant>
        <vt:i4>8192046</vt:i4>
      </vt:variant>
      <vt:variant>
        <vt:i4>1142</vt:i4>
      </vt:variant>
      <vt:variant>
        <vt:i4>1025</vt:i4>
      </vt:variant>
      <vt:variant>
        <vt:i4>1</vt:i4>
      </vt:variant>
      <vt:variant>
        <vt:lpwstr>\\Edmin2a\development\Developers\pestrada\EDUCATION.WORLD\CERTIFICATE_TEMPLATES\frames_titles\cert_generic.gif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s.yearley</dc:creator>
  <cp:lastModifiedBy>s.yearley</cp:lastModifiedBy>
  <cp:revision>3</cp:revision>
  <dcterms:created xsi:type="dcterms:W3CDTF">2012-08-13T19:08:00Z</dcterms:created>
  <dcterms:modified xsi:type="dcterms:W3CDTF">2012-08-31T13:14:00Z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TC018857739991</vt:lpwstr>
  </property>
</Properties>
</file>